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8A777E" w:rsidP="008A77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SPLNĚNÍ TECHNICKÉ SPECIFIKACE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F5EF8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F5EF8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F5EF8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F5EF8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F114EC" w:rsidRDefault="00F114EC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910A7" w:rsidRDefault="004744F2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Mobilní lisovací kontejner</w:t>
            </w:r>
          </w:p>
          <w:p w:rsidR="00171691" w:rsidRPr="0025072A" w:rsidRDefault="00171691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BF5EF8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F5EF8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</w:t>
            </w:r>
            <w:r>
              <w:rPr>
                <w:rFonts w:cs="Arial"/>
                <w:b/>
                <w:sz w:val="24"/>
              </w:rPr>
              <w:t>podepsaný 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667E28" w:rsidRPr="007D6D09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>
              <w:rPr>
                <w:rFonts w:cs="Arial"/>
                <w:b/>
                <w:sz w:val="24"/>
              </w:rPr>
              <w:t xml:space="preserve">mnou nabízený </w:t>
            </w:r>
            <w:r w:rsidR="004744F2">
              <w:rPr>
                <w:rFonts w:cs="Arial"/>
                <w:b/>
                <w:sz w:val="24"/>
              </w:rPr>
              <w:t>mobilní lisovací kontejner splňuje specifikaci</w:t>
            </w:r>
            <w:r>
              <w:rPr>
                <w:rFonts w:cs="Arial"/>
                <w:b/>
                <w:sz w:val="24"/>
              </w:rPr>
              <w:t>, která je uvedena v zadávací dokumentaci</w:t>
            </w:r>
            <w:r w:rsidR="004744F2">
              <w:rPr>
                <w:rFonts w:cs="Arial"/>
                <w:b/>
                <w:sz w:val="24"/>
              </w:rPr>
              <w:t xml:space="preserve"> – příloze č. 2</w:t>
            </w:r>
            <w:r>
              <w:rPr>
                <w:rFonts w:cs="Arial"/>
                <w:b/>
                <w:sz w:val="24"/>
              </w:rPr>
              <w:t xml:space="preserve">, a kterou požaduje zadavatel.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F5EF8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F928D8" w:rsidRPr="003D1519" w:rsidRDefault="00BF5EF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F5EF8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F5EF8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F5EF8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bookmarkStart w:id="0" w:name="_GoBack" w:colFirst="0" w:colLast="0"/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F5EF8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F5EF8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F5EF8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bookmarkEnd w:id="0"/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F5EF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744F2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744F2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498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1921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4D1F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44F2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414"/>
    <w:rsid w:val="006456C5"/>
    <w:rsid w:val="0064607E"/>
    <w:rsid w:val="00650AFC"/>
    <w:rsid w:val="00651C84"/>
    <w:rsid w:val="00657447"/>
    <w:rsid w:val="00661A5A"/>
    <w:rsid w:val="00664E44"/>
    <w:rsid w:val="00667E28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C61C1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47DAA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777E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5EF8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4EC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10A7"/>
    <w:rsid w:val="00F928D8"/>
    <w:rsid w:val="00F94413"/>
    <w:rsid w:val="00F96238"/>
    <w:rsid w:val="00F96A6E"/>
    <w:rsid w:val="00FA1CBD"/>
    <w:rsid w:val="00FA57F0"/>
    <w:rsid w:val="00FB1045"/>
    <w:rsid w:val="00FB481B"/>
    <w:rsid w:val="00FB4E0E"/>
    <w:rsid w:val="00FB60D0"/>
    <w:rsid w:val="00FB73AF"/>
    <w:rsid w:val="00FC36A0"/>
    <w:rsid w:val="00FC3DAD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A2851D9B</Template>
  <TotalTime>2</TotalTime>
  <Pages>1</Pages>
  <Words>77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</cp:revision>
  <cp:lastPrinted>2025-04-02T10:03:00Z</cp:lastPrinted>
  <dcterms:created xsi:type="dcterms:W3CDTF">2025-04-02T10:00:00Z</dcterms:created>
  <dcterms:modified xsi:type="dcterms:W3CDTF">2025-04-02T10:03:00Z</dcterms:modified>
</cp:coreProperties>
</file>